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3A3" w:rsidRPr="008363A3" w:rsidRDefault="008363A3" w:rsidP="008363A3">
      <w:pPr>
        <w:jc w:val="center"/>
        <w:rPr>
          <w:b/>
        </w:rPr>
      </w:pPr>
      <w:r w:rsidRPr="008363A3">
        <w:rPr>
          <w:b/>
        </w:rPr>
        <w:t>Density-   To Float or Not to Float… That is the Question</w:t>
      </w:r>
    </w:p>
    <w:p w:rsidR="008363A3" w:rsidRDefault="008363A3" w:rsidP="008363A3">
      <w:pPr>
        <w:jc w:val="center"/>
      </w:pPr>
    </w:p>
    <w:p w:rsidR="00733272" w:rsidRDefault="008363A3">
      <w:r>
        <w:t>Name____________________________________ Date___________________________</w:t>
      </w:r>
    </w:p>
    <w:p w:rsidR="008363A3" w:rsidRDefault="008363A3" w:rsidP="008363A3">
      <w:pPr>
        <w:spacing w:line="240" w:lineRule="auto"/>
      </w:pPr>
      <w:r>
        <w:t xml:space="preserve">Using the </w:t>
      </w:r>
      <w:proofErr w:type="spellStart"/>
      <w:r>
        <w:t>Phet</w:t>
      </w:r>
      <w:proofErr w:type="spellEnd"/>
      <w:r>
        <w:t xml:space="preserve"> Density simulator calculate the density of the mystery blocks. Remember that         Density = Mass/Volume. Calculate the values and include the proper units. </w:t>
      </w:r>
      <w:proofErr w:type="gramStart"/>
      <w:r>
        <w:t>Round your answers to the hundredths place.</w:t>
      </w:r>
      <w:proofErr w:type="gramEnd"/>
    </w:p>
    <w:p w:rsidR="008363A3" w:rsidRDefault="008363A3" w:rsidP="008363A3">
      <w:pPr>
        <w:spacing w:line="240" w:lineRule="auto"/>
      </w:pPr>
    </w:p>
    <w:p w:rsidR="008363A3" w:rsidRDefault="008363A3" w:rsidP="008363A3">
      <w:pPr>
        <w:spacing w:line="240" w:lineRule="auto"/>
      </w:pPr>
      <w:r>
        <w:t>When you load the simulator locate the blocks box in the upper right hand corner of the screen. Click on Mystery to begin.</w:t>
      </w:r>
    </w:p>
    <w:p w:rsidR="008363A3" w:rsidRDefault="008363A3" w:rsidP="008363A3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1607820</wp:posOffset>
                </wp:positionV>
                <wp:extent cx="1152525" cy="152400"/>
                <wp:effectExtent l="0" t="0" r="28575" b="19050"/>
                <wp:wrapNone/>
                <wp:docPr id="2" name="Lef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1524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74.25pt;margin-top:126.6pt;width:90.7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" adj="1428" fillcolor="#4f81bd [3204]" strokecolor="#243f60 [1604]" strokeweight="2pt"/>
            </w:pict>
          </mc:Fallback>
        </mc:AlternateContent>
      </w:r>
      <w:r>
        <w:rPr>
          <w:noProof/>
        </w:rPr>
        <w:drawing>
          <wp:inline distT="0" distB="0" distL="0" distR="0">
            <wp:extent cx="1295400" cy="1952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3A3" w:rsidRDefault="008363A3" w:rsidP="008363A3">
      <w:pPr>
        <w:spacing w:line="240" w:lineRule="auto"/>
      </w:pPr>
      <w:r>
        <w:t>Gather measurements for each of the blocks and fill in the table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10019" w:rsidTr="00E10019">
        <w:tc>
          <w:tcPr>
            <w:tcW w:w="2394" w:type="dxa"/>
            <w:vAlign w:val="center"/>
          </w:tcPr>
          <w:p w:rsidR="00E10019" w:rsidRPr="00E10019" w:rsidRDefault="00E10019" w:rsidP="00E10019">
            <w:pPr>
              <w:jc w:val="center"/>
              <w:rPr>
                <w:b/>
              </w:rPr>
            </w:pPr>
            <w:r w:rsidRPr="00E10019">
              <w:rPr>
                <w:b/>
              </w:rPr>
              <w:t>Block</w:t>
            </w:r>
          </w:p>
        </w:tc>
        <w:tc>
          <w:tcPr>
            <w:tcW w:w="2394" w:type="dxa"/>
            <w:vAlign w:val="center"/>
          </w:tcPr>
          <w:p w:rsidR="00E10019" w:rsidRPr="00E10019" w:rsidRDefault="00E10019" w:rsidP="00E10019">
            <w:pPr>
              <w:jc w:val="center"/>
              <w:rPr>
                <w:b/>
              </w:rPr>
            </w:pPr>
            <w:r w:rsidRPr="00E10019">
              <w:rPr>
                <w:b/>
              </w:rPr>
              <w:t>Volume</w:t>
            </w:r>
          </w:p>
        </w:tc>
        <w:tc>
          <w:tcPr>
            <w:tcW w:w="2394" w:type="dxa"/>
            <w:vAlign w:val="center"/>
          </w:tcPr>
          <w:p w:rsidR="00E10019" w:rsidRPr="00E10019" w:rsidRDefault="00E10019" w:rsidP="00E10019">
            <w:pPr>
              <w:jc w:val="center"/>
              <w:rPr>
                <w:b/>
              </w:rPr>
            </w:pPr>
            <w:r w:rsidRPr="00E10019">
              <w:rPr>
                <w:b/>
              </w:rPr>
              <w:t>Mass</w:t>
            </w:r>
          </w:p>
        </w:tc>
        <w:tc>
          <w:tcPr>
            <w:tcW w:w="2394" w:type="dxa"/>
            <w:vAlign w:val="center"/>
          </w:tcPr>
          <w:p w:rsidR="00E10019" w:rsidRPr="00E10019" w:rsidRDefault="00E10019" w:rsidP="00E10019">
            <w:pPr>
              <w:jc w:val="center"/>
              <w:rPr>
                <w:b/>
              </w:rPr>
            </w:pPr>
            <w:r w:rsidRPr="00E10019">
              <w:rPr>
                <w:b/>
              </w:rPr>
              <w:t>Density</w:t>
            </w:r>
          </w:p>
        </w:tc>
      </w:tr>
      <w:tr w:rsidR="00E10019" w:rsidTr="00E10019">
        <w:tc>
          <w:tcPr>
            <w:tcW w:w="2394" w:type="dxa"/>
          </w:tcPr>
          <w:p w:rsidR="00E10019" w:rsidRPr="00E10019" w:rsidRDefault="00E10019" w:rsidP="00E10019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E10019">
              <w:rPr>
                <w:b/>
              </w:rPr>
              <w:t>A</w:t>
            </w:r>
          </w:p>
        </w:tc>
        <w:tc>
          <w:tcPr>
            <w:tcW w:w="2394" w:type="dxa"/>
          </w:tcPr>
          <w:p w:rsidR="00E10019" w:rsidRDefault="00E10019" w:rsidP="008363A3"/>
        </w:tc>
        <w:tc>
          <w:tcPr>
            <w:tcW w:w="2394" w:type="dxa"/>
          </w:tcPr>
          <w:p w:rsidR="00E10019" w:rsidRDefault="00E10019" w:rsidP="008363A3"/>
        </w:tc>
        <w:tc>
          <w:tcPr>
            <w:tcW w:w="2394" w:type="dxa"/>
          </w:tcPr>
          <w:p w:rsidR="00E10019" w:rsidRDefault="00E10019" w:rsidP="008363A3"/>
        </w:tc>
      </w:tr>
      <w:tr w:rsidR="00E10019" w:rsidTr="00E10019">
        <w:tc>
          <w:tcPr>
            <w:tcW w:w="2394" w:type="dxa"/>
          </w:tcPr>
          <w:p w:rsidR="00E10019" w:rsidRPr="00E10019" w:rsidRDefault="00E10019" w:rsidP="00E10019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E10019">
              <w:rPr>
                <w:b/>
              </w:rPr>
              <w:t>B</w:t>
            </w:r>
          </w:p>
        </w:tc>
        <w:tc>
          <w:tcPr>
            <w:tcW w:w="2394" w:type="dxa"/>
          </w:tcPr>
          <w:p w:rsidR="00E10019" w:rsidRDefault="00E10019" w:rsidP="008363A3"/>
        </w:tc>
        <w:tc>
          <w:tcPr>
            <w:tcW w:w="2394" w:type="dxa"/>
          </w:tcPr>
          <w:p w:rsidR="00E10019" w:rsidRDefault="00E10019" w:rsidP="008363A3"/>
        </w:tc>
        <w:tc>
          <w:tcPr>
            <w:tcW w:w="2394" w:type="dxa"/>
          </w:tcPr>
          <w:p w:rsidR="00E10019" w:rsidRDefault="00E10019" w:rsidP="008363A3"/>
        </w:tc>
      </w:tr>
      <w:tr w:rsidR="00E10019" w:rsidTr="00E10019">
        <w:tc>
          <w:tcPr>
            <w:tcW w:w="2394" w:type="dxa"/>
          </w:tcPr>
          <w:p w:rsidR="00E10019" w:rsidRPr="00E10019" w:rsidRDefault="00E10019" w:rsidP="00E10019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E10019">
              <w:rPr>
                <w:b/>
              </w:rPr>
              <w:t>C</w:t>
            </w:r>
          </w:p>
        </w:tc>
        <w:tc>
          <w:tcPr>
            <w:tcW w:w="2394" w:type="dxa"/>
          </w:tcPr>
          <w:p w:rsidR="00E10019" w:rsidRDefault="00E10019" w:rsidP="008363A3"/>
        </w:tc>
        <w:tc>
          <w:tcPr>
            <w:tcW w:w="2394" w:type="dxa"/>
          </w:tcPr>
          <w:p w:rsidR="00E10019" w:rsidRDefault="00E10019" w:rsidP="008363A3"/>
        </w:tc>
        <w:tc>
          <w:tcPr>
            <w:tcW w:w="2394" w:type="dxa"/>
          </w:tcPr>
          <w:p w:rsidR="00E10019" w:rsidRDefault="00E10019" w:rsidP="008363A3"/>
        </w:tc>
      </w:tr>
      <w:tr w:rsidR="00E10019" w:rsidTr="00E10019">
        <w:tc>
          <w:tcPr>
            <w:tcW w:w="2394" w:type="dxa"/>
          </w:tcPr>
          <w:p w:rsidR="00E10019" w:rsidRPr="00E10019" w:rsidRDefault="00E10019" w:rsidP="00E10019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E10019">
              <w:rPr>
                <w:b/>
              </w:rPr>
              <w:t>D</w:t>
            </w:r>
          </w:p>
        </w:tc>
        <w:tc>
          <w:tcPr>
            <w:tcW w:w="2394" w:type="dxa"/>
          </w:tcPr>
          <w:p w:rsidR="00E10019" w:rsidRDefault="00E10019" w:rsidP="008363A3"/>
        </w:tc>
        <w:tc>
          <w:tcPr>
            <w:tcW w:w="2394" w:type="dxa"/>
          </w:tcPr>
          <w:p w:rsidR="00E10019" w:rsidRDefault="00E10019" w:rsidP="008363A3"/>
        </w:tc>
        <w:tc>
          <w:tcPr>
            <w:tcW w:w="2394" w:type="dxa"/>
          </w:tcPr>
          <w:p w:rsidR="00E10019" w:rsidRDefault="00E10019" w:rsidP="008363A3"/>
        </w:tc>
      </w:tr>
      <w:tr w:rsidR="00E10019" w:rsidTr="00E10019">
        <w:tc>
          <w:tcPr>
            <w:tcW w:w="2394" w:type="dxa"/>
          </w:tcPr>
          <w:p w:rsidR="00E10019" w:rsidRPr="00E10019" w:rsidRDefault="00E10019" w:rsidP="00E10019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E10019">
              <w:rPr>
                <w:b/>
              </w:rPr>
              <w:t>E</w:t>
            </w:r>
          </w:p>
        </w:tc>
        <w:tc>
          <w:tcPr>
            <w:tcW w:w="2394" w:type="dxa"/>
          </w:tcPr>
          <w:p w:rsidR="00E10019" w:rsidRDefault="00E10019" w:rsidP="008363A3"/>
        </w:tc>
        <w:tc>
          <w:tcPr>
            <w:tcW w:w="2394" w:type="dxa"/>
          </w:tcPr>
          <w:p w:rsidR="00E10019" w:rsidRDefault="00E10019" w:rsidP="008363A3"/>
        </w:tc>
        <w:tc>
          <w:tcPr>
            <w:tcW w:w="2394" w:type="dxa"/>
          </w:tcPr>
          <w:p w:rsidR="00E10019" w:rsidRDefault="00E10019" w:rsidP="008363A3"/>
        </w:tc>
      </w:tr>
    </w:tbl>
    <w:p w:rsidR="008363A3" w:rsidRDefault="008363A3" w:rsidP="008363A3">
      <w:pPr>
        <w:spacing w:line="240" w:lineRule="auto"/>
      </w:pPr>
    </w:p>
    <w:p w:rsidR="00E10019" w:rsidRDefault="00E10019" w:rsidP="008363A3">
      <w:pPr>
        <w:spacing w:line="240" w:lineRule="auto"/>
      </w:pPr>
      <w:r>
        <w:t>Click on the show table button and use your measurements to determine what each block is made of.</w:t>
      </w:r>
    </w:p>
    <w:p w:rsidR="00E10019" w:rsidRDefault="00E10019" w:rsidP="00E10019">
      <w:pPr>
        <w:pStyle w:val="ListParagraph"/>
        <w:numPr>
          <w:ilvl w:val="0"/>
          <w:numId w:val="1"/>
        </w:numPr>
        <w:spacing w:line="480" w:lineRule="auto"/>
      </w:pPr>
      <w:r>
        <w:t>Block A is made of</w:t>
      </w:r>
    </w:p>
    <w:p w:rsidR="00E10019" w:rsidRDefault="00E10019" w:rsidP="00E10019">
      <w:pPr>
        <w:pStyle w:val="ListParagraph"/>
        <w:numPr>
          <w:ilvl w:val="0"/>
          <w:numId w:val="1"/>
        </w:numPr>
        <w:spacing w:line="480" w:lineRule="auto"/>
      </w:pPr>
      <w:bookmarkStart w:id="0" w:name="_GoBack"/>
      <w:bookmarkEnd w:id="0"/>
      <w:r>
        <w:t xml:space="preserve">Block B is made of </w:t>
      </w:r>
    </w:p>
    <w:p w:rsidR="00E10019" w:rsidRDefault="00E10019" w:rsidP="00E10019">
      <w:pPr>
        <w:pStyle w:val="ListParagraph"/>
        <w:numPr>
          <w:ilvl w:val="0"/>
          <w:numId w:val="1"/>
        </w:numPr>
        <w:spacing w:line="480" w:lineRule="auto"/>
      </w:pPr>
      <w:r>
        <w:t>Block C is made of</w:t>
      </w:r>
    </w:p>
    <w:p w:rsidR="00E10019" w:rsidRDefault="00E10019" w:rsidP="00E10019">
      <w:pPr>
        <w:pStyle w:val="ListParagraph"/>
        <w:numPr>
          <w:ilvl w:val="0"/>
          <w:numId w:val="1"/>
        </w:numPr>
        <w:spacing w:line="480" w:lineRule="auto"/>
      </w:pPr>
      <w:r>
        <w:t>Block D is made of</w:t>
      </w:r>
    </w:p>
    <w:p w:rsidR="00E10019" w:rsidRDefault="00E10019" w:rsidP="00E10019">
      <w:pPr>
        <w:pStyle w:val="ListParagraph"/>
        <w:numPr>
          <w:ilvl w:val="0"/>
          <w:numId w:val="1"/>
        </w:numPr>
        <w:spacing w:line="480" w:lineRule="auto"/>
      </w:pPr>
      <w:r>
        <w:t>Block E is made of</w:t>
      </w:r>
    </w:p>
    <w:sectPr w:rsidR="00E10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972FC"/>
    <w:multiLevelType w:val="hybridMultilevel"/>
    <w:tmpl w:val="B0A647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AD61E3"/>
    <w:multiLevelType w:val="hybridMultilevel"/>
    <w:tmpl w:val="39746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3A3"/>
    <w:rsid w:val="008363A3"/>
    <w:rsid w:val="00C142D8"/>
    <w:rsid w:val="00E10019"/>
    <w:rsid w:val="00F5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3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00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00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3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00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0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%20Scarfpin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BF16A74C-4948-4C89-B0BB-302E680A0378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Scarfpin</dc:creator>
  <cp:lastModifiedBy>John Scarfpin</cp:lastModifiedBy>
  <cp:revision>1</cp:revision>
  <dcterms:created xsi:type="dcterms:W3CDTF">2012-12-05T01:31:00Z</dcterms:created>
  <dcterms:modified xsi:type="dcterms:W3CDTF">2012-12-05T01:47:00Z</dcterms:modified>
</cp:coreProperties>
</file>